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6CDB049D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C97247">
        <w:rPr>
          <w:lang w:val="en-GB"/>
        </w:rPr>
        <w:t xml:space="preserve"> </w:t>
      </w:r>
      <w:r w:rsidR="00CF7391">
        <w:rPr>
          <w:lang w:val="en-GB"/>
        </w:rPr>
        <w:t>16-G004-25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2FEA49D9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C97247">
        <w:rPr>
          <w:rFonts w:ascii="Calibri" w:hAnsi="Calibri" w:cs="Calibri"/>
          <w:lang w:val="en-GB"/>
        </w:rPr>
        <w:t>Ministry of Environment, Lands and Agriculture Division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05193555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</w:t>
      </w:r>
      <w:r w:rsidR="00C97247">
        <w:rPr>
          <w:lang w:val="en-GB"/>
        </w:rPr>
        <w:t>ber: 16-G00</w:t>
      </w:r>
      <w:r w:rsidR="00CF7391">
        <w:rPr>
          <w:lang w:val="en-GB"/>
        </w:rPr>
        <w:t>4</w:t>
      </w:r>
      <w:r w:rsidR="00C97247">
        <w:rPr>
          <w:lang w:val="en-GB"/>
        </w:rPr>
        <w:t>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A9CB" w14:textId="77777777" w:rsidR="006A3A3E" w:rsidRDefault="006A3A3E">
      <w:r>
        <w:separator/>
      </w:r>
    </w:p>
  </w:endnote>
  <w:endnote w:type="continuationSeparator" w:id="0">
    <w:p w14:paraId="05328BCA" w14:textId="77777777" w:rsidR="006A3A3E" w:rsidRDefault="006A3A3E">
      <w:r>
        <w:continuationSeparator/>
      </w:r>
    </w:p>
  </w:endnote>
  <w:endnote w:type="continuationNotice" w:id="1">
    <w:p w14:paraId="73023A72" w14:textId="77777777" w:rsidR="006A3A3E" w:rsidRDefault="006A3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4CDFBEC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F7391">
      <w:rPr>
        <w:noProof/>
      </w:rPr>
      <w:t>2025-11-06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CFF4" w14:textId="77777777" w:rsidR="006A3A3E" w:rsidRDefault="006A3A3E">
      <w:r>
        <w:separator/>
      </w:r>
    </w:p>
  </w:footnote>
  <w:footnote w:type="continuationSeparator" w:id="0">
    <w:p w14:paraId="154CF546" w14:textId="77777777" w:rsidR="006A3A3E" w:rsidRDefault="006A3A3E">
      <w:r>
        <w:continuationSeparator/>
      </w:r>
    </w:p>
  </w:footnote>
  <w:footnote w:type="continuationNotice" w:id="1">
    <w:p w14:paraId="394B7FFB" w14:textId="77777777" w:rsidR="006A3A3E" w:rsidRDefault="006A3A3E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0B2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A3E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5D4E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10E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6ACB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247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91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38</TotalTime>
  <Pages>7</Pages>
  <Words>1838</Words>
  <Characters>10478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2020-12-01T12:58:00Z</dcterms:created>
  <dcterms:modified xsi:type="dcterms:W3CDTF">2025-11-06T02:21:00Z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